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593EC" w14:textId="3DD5D6C2" w:rsidR="00990E08" w:rsidRPr="002849A3" w:rsidRDefault="00555FF9" w:rsidP="002849A3"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F9CB2C8" wp14:editId="6AFE5F19">
                <wp:simplePos x="0" y="0"/>
                <wp:positionH relativeFrom="column">
                  <wp:posOffset>2057400</wp:posOffset>
                </wp:positionH>
                <wp:positionV relativeFrom="paragraph">
                  <wp:posOffset>457200</wp:posOffset>
                </wp:positionV>
                <wp:extent cx="1371600" cy="1371600"/>
                <wp:effectExtent l="361950" t="0" r="361950" b="0"/>
                <wp:wrapTight wrapText="bothSides">
                  <wp:wrapPolygon edited="1">
                    <wp:start x="6299" y="15292"/>
                    <wp:lineTo x="22510" y="22204"/>
                    <wp:lineTo x="-579" y="-851"/>
                    <wp:lineTo x="6299" y="15292"/>
                  </wp:wrapPolygon>
                </wp:wrapTight>
                <wp:docPr id="1" name="Tri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00000">
                          <a:off x="0" y="0"/>
                          <a:ext cx="1371600" cy="1371600"/>
                        </a:xfrm>
                        <a:custGeom>
                          <a:avLst/>
                          <a:gdLst>
                            <a:gd name="connsiteX0" fmla="*/ 0 w 1371600"/>
                            <a:gd name="connsiteY0" fmla="*/ 1371600 h 1371600"/>
                            <a:gd name="connsiteX1" fmla="*/ 0 w 1371600"/>
                            <a:gd name="connsiteY1" fmla="*/ 0 h 1371600"/>
                            <a:gd name="connsiteX2" fmla="*/ 1371600 w 1371600"/>
                            <a:gd name="connsiteY2" fmla="*/ 1371600 h 1371600"/>
                            <a:gd name="connsiteX3" fmla="*/ 0 w 1371600"/>
                            <a:gd name="connsiteY3" fmla="*/ 1371600 h 1371600"/>
                            <a:gd name="connsiteX0" fmla="*/ 437788 w 1371600"/>
                            <a:gd name="connsiteY0" fmla="*/ 947282 h 1371600"/>
                            <a:gd name="connsiteX1" fmla="*/ 0 w 1371600"/>
                            <a:gd name="connsiteY1" fmla="*/ 0 h 1371600"/>
                            <a:gd name="connsiteX2" fmla="*/ 1371600 w 1371600"/>
                            <a:gd name="connsiteY2" fmla="*/ 1371600 h 1371600"/>
                            <a:gd name="connsiteX3" fmla="*/ 437788 w 1371600"/>
                            <a:gd name="connsiteY3" fmla="*/ 947282 h 1371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71600" h="1371600">
                              <a:moveTo>
                                <a:pt x="411480" y="960120"/>
                              </a:moveTo>
                              <a:lnTo>
                                <a:pt x="0" y="0"/>
                              </a:lnTo>
                              <a:lnTo>
                                <a:pt x="1371600" y="13716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00FF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E195E" id="Triangle" o:spid="_x0000_s1026" style="position:absolute;margin-left:162pt;margin-top:36pt;width:108pt;height:108pt;rotation:135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71600,1371600" wrapcoords="399987 971042 1429385 1409954 -36767 -54039 399987 971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" path="m411480,960120l,,1371600,1371600,411480,960120xe" filled="f" strokecolor="blue" strokeweight="2pt">
                <v:stroke joinstyle="miter"/>
                <v:path arrowok="t" o:connecttype="custom" o:connectlocs="437788,947282;0,0;1371600,1371600;437788,947282" o:connectangles="0,0,0,0"/>
                <w10:wrap type="tight"/>
              </v:shape>
            </w:pict>
          </mc:Fallback>
        </mc:AlternateContent>
      </w:r>
      <w:r w:rsidR="002849A3" w:rsidRPr="002849A3">
        <w:t>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</w:t>
      </w:r>
    </w:p>
    <w:sectPr w:rsidR="00990E08" w:rsidRPr="002849A3" w:rsidSect="00990E08">
      <w:pgSz w:w="12240" w:h="15840"/>
      <w:pgMar w:top="1701" w:right="1134" w:bottom="2835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F9"/>
    <w:rsid w:val="000C1ECD"/>
    <w:rsid w:val="002636CC"/>
    <w:rsid w:val="002849A3"/>
    <w:rsid w:val="002C0920"/>
    <w:rsid w:val="00321565"/>
    <w:rsid w:val="00326855"/>
    <w:rsid w:val="003D67A5"/>
    <w:rsid w:val="004E38BB"/>
    <w:rsid w:val="0053707E"/>
    <w:rsid w:val="00555FF9"/>
    <w:rsid w:val="005702D9"/>
    <w:rsid w:val="0062363A"/>
    <w:rsid w:val="006E467C"/>
    <w:rsid w:val="007257C4"/>
    <w:rsid w:val="0087728C"/>
    <w:rsid w:val="008A322D"/>
    <w:rsid w:val="00936920"/>
    <w:rsid w:val="00990E08"/>
    <w:rsid w:val="00AB7264"/>
    <w:rsid w:val="00AE398D"/>
    <w:rsid w:val="00B0576D"/>
    <w:rsid w:val="00B1519E"/>
    <w:rsid w:val="00BB620D"/>
    <w:rsid w:val="00BD6080"/>
    <w:rsid w:val="00BF447E"/>
    <w:rsid w:val="00C26373"/>
    <w:rsid w:val="00CF7C00"/>
    <w:rsid w:val="00DB3CC9"/>
    <w:rsid w:val="00E220CE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D973F"/>
  <w14:discardImageEditingData/>
  <w14:defaultImageDpi w14:val="32767"/>
  <w15:chartTrackingRefBased/>
  <w15:docId w15:val="{1771BAC8-202C-42D3-90BD-D5D628A4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7A5"/>
    <w:pPr>
      <w:spacing w:after="0" w:line="240" w:lineRule="auto"/>
    </w:pPr>
    <w:rPr>
      <w:rFonts w:ascii="Courier New" w:hAnsi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SingleCharactersCourier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SingleCharactersCourier2.dotx</Template>
  <TotalTime>6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3</cp:revision>
  <dcterms:created xsi:type="dcterms:W3CDTF">2021-07-05T09:22:00Z</dcterms:created>
  <dcterms:modified xsi:type="dcterms:W3CDTF">2021-07-05T09:35:00Z</dcterms:modified>
</cp:coreProperties>
</file>